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A40D37" w:rsidRDefault="00A40D37" w:rsidP="00A40D37">
      <w:pPr>
        <w:spacing w:line="252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Sekretarzu, </w:t>
      </w:r>
    </w:p>
    <w:p w:rsidR="00A40D37" w:rsidRDefault="00A40D37" w:rsidP="00A40D37">
      <w:pPr>
        <w:spacing w:line="252" w:lineRule="auto"/>
        <w:rPr>
          <w:rFonts w:ascii="Calibri" w:hAnsi="Calibri" w:cs="Calibri"/>
          <w:i/>
        </w:rPr>
      </w:pPr>
    </w:p>
    <w:p w:rsidR="00A40D37" w:rsidRDefault="00A40D37" w:rsidP="00A40D37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przekazuję tabele uwag do raportów za IV kwartał 2020 r. z postępu rzeczowo-finansowego projektów informatycznych pn.:</w:t>
      </w:r>
    </w:p>
    <w:p w:rsidR="00A40D37" w:rsidRDefault="00A40D37" w:rsidP="00A40D37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Wdrożenie Systemu Wspomagania Zarządzania Zasobami klasy ERP</w:t>
      </w:r>
      <w:r>
        <w:rPr>
          <w:rFonts w:ascii="Calibri" w:eastAsia="Calibri" w:hAnsi="Calibri"/>
          <w:szCs w:val="22"/>
          <w:lang w:eastAsia="en-US"/>
        </w:rPr>
        <w:t xml:space="preserve"> - wnioskodawca Minister Zdrowia, beneficjent Narodowy Fundusz Zdrowia;</w:t>
      </w:r>
    </w:p>
    <w:p w:rsidR="00A40D37" w:rsidRDefault="00A40D37" w:rsidP="00A40D37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e-Urząd Skarbowy (E-Urząd)</w:t>
      </w:r>
      <w:r>
        <w:rPr>
          <w:rFonts w:ascii="Calibri" w:eastAsia="Calibri" w:hAnsi="Calibri"/>
          <w:szCs w:val="22"/>
          <w:lang w:eastAsia="en-US"/>
        </w:rPr>
        <w:t xml:space="preserve"> - wnioskodawca Minister Finansów, beneficjent Ministerstwo Finansów.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4A5" w:rsidRDefault="00E424A5">
      <w:r>
        <w:separator/>
      </w:r>
    </w:p>
  </w:endnote>
  <w:endnote w:type="continuationSeparator" w:id="0">
    <w:p w:rsidR="00E424A5" w:rsidRDefault="00E4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4A5" w:rsidRDefault="00E424A5">
      <w:r>
        <w:separator/>
      </w:r>
    </w:p>
  </w:footnote>
  <w:footnote w:type="continuationSeparator" w:id="0">
    <w:p w:rsidR="00E424A5" w:rsidRDefault="00E42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9C35E3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9C35E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DAIP.WOKRM.0102.42.1.2021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9C35E3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9C35E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DAIP.WOKRM.0102.42.1.2021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</w:t>
    </w:r>
    <w:r w:rsidR="009C35E3">
      <w:t xml:space="preserve"> 22</w:t>
    </w:r>
    <w:r w:rsidR="00D05212">
      <w:t xml:space="preserve"> </w:t>
    </w:r>
    <w:r w:rsidR="00A02C89">
      <w:t>lutego</w:t>
    </w:r>
    <w:r w:rsidR="00D05212">
      <w:t xml:space="preserve"> 2021</w:t>
    </w:r>
    <w:r w:rsidR="007018D3">
      <w:t xml:space="preserve"> dnia </w:t>
    </w:r>
    <w:bookmarkStart w:id="1" w:name="ezdDataPodpisu"/>
    <w:bookmarkEnd w:id="1"/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C35E3"/>
    <w:rsid w:val="009D4211"/>
    <w:rsid w:val="00A02C89"/>
    <w:rsid w:val="00A363B8"/>
    <w:rsid w:val="00A40D37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402B5"/>
    <w:rsid w:val="00DA0A66"/>
    <w:rsid w:val="00E200A2"/>
    <w:rsid w:val="00E25645"/>
    <w:rsid w:val="00E424A5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20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18</cp:revision>
  <dcterms:created xsi:type="dcterms:W3CDTF">2020-11-05T20:46:00Z</dcterms:created>
  <dcterms:modified xsi:type="dcterms:W3CDTF">2021-02-22T20:47:00Z</dcterms:modified>
</cp:coreProperties>
</file>